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7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0"/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091AA9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pn</w:t>
      </w:r>
      <w:r w:rsidR="00AD2FAA">
        <w:rPr>
          <w:rFonts w:ascii="Cambria" w:hAnsi="Cambria" w:cs="Tahoma"/>
          <w:sz w:val="20"/>
          <w:szCs w:val="20"/>
        </w:rPr>
        <w:t xml:space="preserve">. </w:t>
      </w:r>
      <w:r w:rsidR="00AD2FAA">
        <w:rPr>
          <w:rFonts w:ascii="Cambria" w:hAnsi="Cambria"/>
          <w:b/>
          <w:sz w:val="20"/>
          <w:szCs w:val="20"/>
        </w:rPr>
        <w:t>„</w:t>
      </w:r>
      <w:r w:rsidR="00C50FA5">
        <w:rPr>
          <w:rFonts w:ascii="Cambria" w:hAnsi="Cambria"/>
          <w:b/>
          <w:sz w:val="20"/>
          <w:szCs w:val="20"/>
        </w:rPr>
        <w:t>A</w:t>
      </w:r>
      <w:r w:rsidR="00422329">
        <w:rPr>
          <w:rFonts w:ascii="Cambria" w:hAnsi="Cambria"/>
          <w:b/>
          <w:sz w:val="20"/>
          <w:szCs w:val="20"/>
        </w:rPr>
        <w:t xml:space="preserve">systentka </w:t>
      </w:r>
      <w:r w:rsidR="00C50FA5">
        <w:rPr>
          <w:rFonts w:ascii="Cambria" w:hAnsi="Cambria"/>
          <w:b/>
          <w:sz w:val="20"/>
          <w:szCs w:val="20"/>
        </w:rPr>
        <w:t>osób niepełnosprawnych</w:t>
      </w:r>
      <w:r w:rsidR="00AD2FAA" w:rsidRPr="00AD2FAA">
        <w:rPr>
          <w:rFonts w:ascii="Cambria" w:hAnsi="Cambria"/>
          <w:b/>
          <w:sz w:val="20"/>
          <w:szCs w:val="20"/>
        </w:rPr>
        <w:t>”</w:t>
      </w:r>
      <w:r w:rsidR="00B06284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F12AAC" w:rsidRPr="00071093">
        <w:rPr>
          <w:rFonts w:ascii="Cambria" w:eastAsia="Calibri" w:hAnsi="Cambria" w:cs="Tahoma"/>
          <w:sz w:val="20"/>
          <w:szCs w:val="20"/>
        </w:rPr>
        <w:t>dla</w:t>
      </w:r>
      <w:r w:rsidR="00F12AAC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C50FA5">
        <w:rPr>
          <w:rFonts w:ascii="Cambria" w:eastAsia="Calibri" w:hAnsi="Cambria" w:cs="Tahoma"/>
          <w:sz w:val="20"/>
          <w:szCs w:val="20"/>
        </w:rPr>
        <w:t>7</w:t>
      </w:r>
      <w:r w:rsidR="00AD2FAA">
        <w:rPr>
          <w:rFonts w:ascii="Cambria" w:eastAsia="Calibri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osób b</w:t>
      </w:r>
      <w:r w:rsidRPr="00B36838">
        <w:rPr>
          <w:rFonts w:ascii="Cambria" w:hAnsi="Cambria" w:cs="Tahoma"/>
          <w:sz w:val="20"/>
          <w:szCs w:val="20"/>
        </w:rPr>
        <w:t>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091AA9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  <w:bookmarkStart w:id="1" w:name="_GoBack"/>
      <w:bookmarkEnd w:id="1"/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E11A4A" w:rsidRDefault="00E11A4A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E11A4A" w:rsidRDefault="00E11A4A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71093" w:rsidRPr="00707103" w:rsidRDefault="00071093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t>Działając jako pełnomocnik podmiotów, w imieniu których składane jest oświadczenie oświadczam, że:</w:t>
      </w:r>
    </w:p>
    <w:p w:rsidR="00091AA9" w:rsidRPr="00707103" w:rsidRDefault="00091AA9" w:rsidP="00091AA9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91AA9" w:rsidRPr="00707103" w:rsidRDefault="00091AA9" w:rsidP="00091AA9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091AA9" w:rsidRDefault="00091AA9" w:rsidP="00091AA9"/>
    <w:p w:rsidR="00BA1FD9" w:rsidRDefault="00BA1FD9"/>
    <w:sectPr w:rsidR="00BA1FD9" w:rsidSect="00806E0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07" w:rsidRDefault="000A0007" w:rsidP="000A0007">
      <w:pPr>
        <w:spacing w:after="0" w:line="240" w:lineRule="auto"/>
      </w:pPr>
      <w:r>
        <w:separator/>
      </w:r>
    </w:p>
  </w:endnote>
  <w:end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21" w:rsidRDefault="00E50221">
    <w:pPr>
      <w:pStyle w:val="Stopka"/>
    </w:pPr>
    <w:r>
      <w:rPr>
        <w:noProof/>
        <w:lang w:eastAsia="pl-PL"/>
      </w:rPr>
      <w:drawing>
        <wp:inline distT="0" distB="0" distL="0" distR="0" wp14:anchorId="5BFE7F35" wp14:editId="4D62EE2B">
          <wp:extent cx="5759450" cy="807720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07" w:rsidRDefault="000A0007" w:rsidP="000A0007">
      <w:pPr>
        <w:spacing w:after="0" w:line="240" w:lineRule="auto"/>
      </w:pPr>
      <w:r>
        <w:separator/>
      </w:r>
    </w:p>
  </w:footnote>
  <w:foot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18" w:rsidRPr="004B709E" w:rsidRDefault="00545FE3" w:rsidP="00212518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C50FA5">
      <w:rPr>
        <w:rFonts w:ascii="Cambria" w:eastAsia="Calibri" w:hAnsi="Cambria" w:cs="Tahoma"/>
        <w:b/>
        <w:bCs/>
        <w:sz w:val="20"/>
        <w:szCs w:val="20"/>
      </w:rPr>
      <w:t>5</w:t>
    </w:r>
    <w:r w:rsidR="00212518">
      <w:rPr>
        <w:rFonts w:ascii="Cambria" w:eastAsia="Calibri" w:hAnsi="Cambria" w:cs="Tahoma"/>
        <w:b/>
        <w:bCs/>
        <w:sz w:val="20"/>
        <w:szCs w:val="20"/>
      </w:rPr>
      <w:t>/2</w:t>
    </w:r>
    <w:r w:rsidR="004B709E">
      <w:rPr>
        <w:rFonts w:ascii="Cambria" w:eastAsia="Calibri" w:hAnsi="Cambria" w:cs="Tahoma"/>
        <w:b/>
        <w:bCs/>
        <w:sz w:val="20"/>
        <w:szCs w:val="20"/>
      </w:rPr>
      <w:t>5</w:t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b/>
        <w:bCs/>
        <w:i/>
        <w:sz w:val="20"/>
        <w:szCs w:val="20"/>
      </w:rPr>
      <w:t>Załącznik nr 5 do SWZ</w:t>
    </w:r>
  </w:p>
  <w:p w:rsidR="00212518" w:rsidRDefault="002125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A9"/>
    <w:rsid w:val="00071093"/>
    <w:rsid w:val="00091AA9"/>
    <w:rsid w:val="000A0007"/>
    <w:rsid w:val="000D30B8"/>
    <w:rsid w:val="00124659"/>
    <w:rsid w:val="001B6981"/>
    <w:rsid w:val="00212518"/>
    <w:rsid w:val="00406B22"/>
    <w:rsid w:val="00422329"/>
    <w:rsid w:val="004B21F0"/>
    <w:rsid w:val="004B709E"/>
    <w:rsid w:val="00545FE3"/>
    <w:rsid w:val="00613BD1"/>
    <w:rsid w:val="00806E03"/>
    <w:rsid w:val="008143EA"/>
    <w:rsid w:val="00AD2FAA"/>
    <w:rsid w:val="00B06284"/>
    <w:rsid w:val="00B556E0"/>
    <w:rsid w:val="00BA1FD9"/>
    <w:rsid w:val="00BF439E"/>
    <w:rsid w:val="00C50FA5"/>
    <w:rsid w:val="00E11A4A"/>
    <w:rsid w:val="00E50221"/>
    <w:rsid w:val="00F12AAC"/>
    <w:rsid w:val="00F2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A1225E9A</Template>
  <TotalTime>5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8</cp:revision>
  <cp:lastPrinted>2023-08-08T10:01:00Z</cp:lastPrinted>
  <dcterms:created xsi:type="dcterms:W3CDTF">2025-03-13T10:24:00Z</dcterms:created>
  <dcterms:modified xsi:type="dcterms:W3CDTF">2025-09-18T12:26:00Z</dcterms:modified>
</cp:coreProperties>
</file>